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24696" w14:textId="77777777" w:rsidR="00091E60" w:rsidRPr="003674E8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 w:rsidRPr="003674E8">
        <w:rPr>
          <w:color w:val="000000"/>
          <w:sz w:val="24"/>
        </w:rPr>
        <w:t xml:space="preserve">                                                                              </w:t>
      </w:r>
      <w:r w:rsidR="00091E60" w:rsidRPr="003674E8">
        <w:rPr>
          <w:noProof/>
          <w:sz w:val="15"/>
          <w:szCs w:val="15"/>
          <w:lang w:eastAsia="uk-UA"/>
        </w:rPr>
        <w:drawing>
          <wp:inline distT="0" distB="0" distL="0" distR="0" wp14:anchorId="7E38236C" wp14:editId="4AB3E610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AAA21" w14:textId="77777777" w:rsidR="00091E60" w:rsidRPr="003674E8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3674E8">
        <w:rPr>
          <w:color w:val="000000"/>
          <w:sz w:val="28"/>
          <w:szCs w:val="28"/>
        </w:rPr>
        <w:t>ГЛУХІВСЬКА МІСЬКА РАДА СУМСЬКОЇ ОБЛАСТІ</w:t>
      </w:r>
    </w:p>
    <w:p w14:paraId="462D9253" w14:textId="77777777" w:rsidR="00091E60" w:rsidRPr="003674E8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3674E8">
        <w:rPr>
          <w:color w:val="000000"/>
          <w:szCs w:val="28"/>
        </w:rPr>
        <w:t xml:space="preserve">Р О З П О Р Я Д Ж Е Н </w:t>
      </w:r>
      <w:proofErr w:type="spellStart"/>
      <w:r w:rsidRPr="003674E8">
        <w:rPr>
          <w:color w:val="000000"/>
          <w:szCs w:val="28"/>
        </w:rPr>
        <w:t>Н</w:t>
      </w:r>
      <w:proofErr w:type="spellEnd"/>
      <w:r w:rsidRPr="003674E8">
        <w:rPr>
          <w:color w:val="000000"/>
          <w:szCs w:val="28"/>
        </w:rPr>
        <w:t xml:space="preserve"> Я</w:t>
      </w:r>
    </w:p>
    <w:p w14:paraId="5D5347ED" w14:textId="77777777" w:rsidR="00091E60" w:rsidRPr="003674E8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3674E8">
        <w:rPr>
          <w:color w:val="000000"/>
          <w:sz w:val="28"/>
          <w:szCs w:val="28"/>
        </w:rPr>
        <w:t>М І С Ь К О Г О      Г О Л О В И</w:t>
      </w:r>
    </w:p>
    <w:p w14:paraId="5EFB3DC4" w14:textId="5749FB8C" w:rsidR="00085A6F" w:rsidRPr="003674E8" w:rsidRDefault="005D2F4D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 w:rsidRPr="003674E8">
        <w:rPr>
          <w:b w:val="0"/>
          <w:sz w:val="28"/>
          <w:szCs w:val="28"/>
        </w:rPr>
        <w:t>14.04.2025</w:t>
      </w:r>
      <w:r w:rsidR="00085A6F" w:rsidRPr="003674E8">
        <w:rPr>
          <w:b w:val="0"/>
          <w:sz w:val="8"/>
          <w:szCs w:val="28"/>
        </w:rPr>
        <w:t xml:space="preserve">                                                                                                           </w:t>
      </w:r>
      <w:r w:rsidR="00D142A9" w:rsidRPr="003674E8">
        <w:rPr>
          <w:b w:val="0"/>
          <w:sz w:val="8"/>
          <w:szCs w:val="28"/>
        </w:rPr>
        <w:t xml:space="preserve">                      </w:t>
      </w:r>
      <w:r w:rsidR="003674E8">
        <w:rPr>
          <w:b w:val="0"/>
          <w:sz w:val="8"/>
          <w:szCs w:val="28"/>
        </w:rPr>
        <w:t xml:space="preserve">                          </w:t>
      </w:r>
      <w:r w:rsidR="00D142A9" w:rsidRPr="003674E8">
        <w:rPr>
          <w:b w:val="0"/>
          <w:sz w:val="8"/>
          <w:szCs w:val="28"/>
        </w:rPr>
        <w:t xml:space="preserve">      </w:t>
      </w:r>
      <w:r w:rsidR="00085A6F" w:rsidRPr="003674E8">
        <w:rPr>
          <w:b w:val="0"/>
          <w:sz w:val="28"/>
          <w:szCs w:val="24"/>
        </w:rPr>
        <w:t>м. Глухів</w:t>
      </w:r>
      <w:r w:rsidR="00091E60" w:rsidRPr="003674E8">
        <w:rPr>
          <w:b w:val="0"/>
          <w:szCs w:val="28"/>
        </w:rPr>
        <w:t xml:space="preserve">                   </w:t>
      </w:r>
      <w:r w:rsidR="007A55A5" w:rsidRPr="003674E8">
        <w:rPr>
          <w:b w:val="0"/>
          <w:szCs w:val="28"/>
        </w:rPr>
        <w:t xml:space="preserve"> </w:t>
      </w:r>
      <w:r w:rsidR="001921FF" w:rsidRPr="003674E8">
        <w:rPr>
          <w:b w:val="0"/>
          <w:szCs w:val="28"/>
        </w:rPr>
        <w:t xml:space="preserve">     </w:t>
      </w:r>
      <w:r w:rsidR="007A55A5" w:rsidRPr="003674E8">
        <w:rPr>
          <w:b w:val="0"/>
          <w:sz w:val="28"/>
          <w:szCs w:val="28"/>
        </w:rPr>
        <w:t>№</w:t>
      </w:r>
      <w:r w:rsidR="00250D23" w:rsidRPr="003674E8">
        <w:rPr>
          <w:b w:val="0"/>
          <w:sz w:val="28"/>
          <w:szCs w:val="28"/>
        </w:rPr>
        <w:t xml:space="preserve"> </w:t>
      </w:r>
      <w:r w:rsidRPr="003674E8">
        <w:rPr>
          <w:b w:val="0"/>
          <w:sz w:val="28"/>
          <w:szCs w:val="28"/>
        </w:rPr>
        <w:t>49-</w:t>
      </w:r>
      <w:r w:rsidR="004805BC" w:rsidRPr="003674E8">
        <w:rPr>
          <w:b w:val="0"/>
          <w:sz w:val="28"/>
          <w:szCs w:val="28"/>
        </w:rPr>
        <w:t>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3674E8" w14:paraId="201DC343" w14:textId="77777777" w:rsidTr="005F79C6">
        <w:trPr>
          <w:trHeight w:val="1320"/>
        </w:trPr>
        <w:tc>
          <w:tcPr>
            <w:tcW w:w="3652" w:type="dxa"/>
            <w:shd w:val="clear" w:color="auto" w:fill="auto"/>
          </w:tcPr>
          <w:p w14:paraId="677D6CE8" w14:textId="77777777" w:rsidR="00085A6F" w:rsidRPr="003674E8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14:paraId="51C7DEEA" w14:textId="77777777" w:rsidR="00085A6F" w:rsidRPr="003674E8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3674E8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14:paraId="7BBFA0A7" w14:textId="77777777" w:rsidR="00085A6F" w:rsidRPr="003674E8" w:rsidRDefault="00085A6F" w:rsidP="005F7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3" w:type="dxa"/>
            <w:shd w:val="clear" w:color="auto" w:fill="auto"/>
          </w:tcPr>
          <w:p w14:paraId="01832B38" w14:textId="77777777" w:rsidR="00085A6F" w:rsidRPr="003674E8" w:rsidRDefault="00085A6F" w:rsidP="005F7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D8927F" w14:textId="77777777" w:rsidR="00085A6F" w:rsidRPr="003674E8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4E8">
        <w:rPr>
          <w:rFonts w:ascii="Times New Roman" w:hAnsi="Times New Roman" w:cs="Times New Roman"/>
          <w:bCs/>
          <w:sz w:val="28"/>
          <w:szCs w:val="28"/>
        </w:rPr>
        <w:t xml:space="preserve">Відповідно до </w:t>
      </w:r>
      <w:r w:rsidR="005C4709" w:rsidRPr="003674E8">
        <w:rPr>
          <w:rFonts w:ascii="Times New Roman" w:hAnsi="Times New Roman" w:cs="Times New Roman"/>
          <w:bCs/>
          <w:sz w:val="28"/>
          <w:szCs w:val="28"/>
        </w:rPr>
        <w:t>р</w:t>
      </w:r>
      <w:r w:rsidRPr="003674E8">
        <w:rPr>
          <w:rFonts w:ascii="Times New Roman" w:hAnsi="Times New Roman" w:cs="Times New Roman"/>
          <w:bCs/>
          <w:sz w:val="28"/>
          <w:szCs w:val="28"/>
        </w:rPr>
        <w:t xml:space="preserve">егламенту виконавчих органів </w:t>
      </w:r>
      <w:r w:rsidR="006F7A2D" w:rsidRPr="003674E8">
        <w:rPr>
          <w:rFonts w:ascii="Times New Roman" w:hAnsi="Times New Roman" w:cs="Times New Roman"/>
          <w:bCs/>
          <w:sz w:val="28"/>
          <w:szCs w:val="28"/>
        </w:rPr>
        <w:t xml:space="preserve">Глухівської </w:t>
      </w:r>
      <w:r w:rsidRPr="003674E8">
        <w:rPr>
          <w:rFonts w:ascii="Times New Roman" w:hAnsi="Times New Roman" w:cs="Times New Roman"/>
          <w:bCs/>
          <w:sz w:val="28"/>
          <w:szCs w:val="28"/>
        </w:rPr>
        <w:t xml:space="preserve">міської ради, </w:t>
      </w:r>
      <w:r w:rsidRPr="003674E8">
        <w:rPr>
          <w:rFonts w:ascii="Times New Roman" w:hAnsi="Times New Roman" w:cs="Times New Roman"/>
          <w:sz w:val="28"/>
          <w:szCs w:val="28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14:paraId="7F78D71B" w14:textId="77777777" w:rsidR="00085A6F" w:rsidRPr="003674E8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3674E8">
        <w:rPr>
          <w:b w:val="0"/>
          <w:sz w:val="28"/>
          <w:szCs w:val="28"/>
        </w:rPr>
        <w:tab/>
      </w:r>
      <w:r w:rsidR="00085A6F" w:rsidRPr="003674E8">
        <w:rPr>
          <w:b w:val="0"/>
          <w:sz w:val="28"/>
          <w:szCs w:val="28"/>
        </w:rPr>
        <w:t xml:space="preserve">1. Скликати </w:t>
      </w:r>
      <w:r w:rsidR="008401F5" w:rsidRPr="003674E8">
        <w:rPr>
          <w:b w:val="0"/>
          <w:sz w:val="28"/>
          <w:szCs w:val="28"/>
        </w:rPr>
        <w:t>2</w:t>
      </w:r>
      <w:r w:rsidR="0090285B" w:rsidRPr="003674E8">
        <w:rPr>
          <w:b w:val="0"/>
          <w:sz w:val="28"/>
          <w:szCs w:val="28"/>
        </w:rPr>
        <w:t>4</w:t>
      </w:r>
      <w:r w:rsidR="003E37CD" w:rsidRPr="003674E8">
        <w:rPr>
          <w:b w:val="0"/>
          <w:sz w:val="28"/>
          <w:szCs w:val="28"/>
        </w:rPr>
        <w:t xml:space="preserve"> </w:t>
      </w:r>
      <w:r w:rsidR="0090285B" w:rsidRPr="003674E8">
        <w:rPr>
          <w:b w:val="0"/>
          <w:sz w:val="28"/>
          <w:szCs w:val="28"/>
        </w:rPr>
        <w:t>квіт</w:t>
      </w:r>
      <w:r w:rsidR="00AC16F0" w:rsidRPr="003674E8">
        <w:rPr>
          <w:b w:val="0"/>
          <w:sz w:val="28"/>
          <w:szCs w:val="28"/>
        </w:rPr>
        <w:t>ня</w:t>
      </w:r>
      <w:r w:rsidR="001D0ED1" w:rsidRPr="003674E8">
        <w:rPr>
          <w:b w:val="0"/>
          <w:sz w:val="28"/>
          <w:szCs w:val="28"/>
        </w:rPr>
        <w:t xml:space="preserve"> </w:t>
      </w:r>
      <w:r w:rsidR="00085A6F" w:rsidRPr="003674E8">
        <w:rPr>
          <w:b w:val="0"/>
          <w:sz w:val="28"/>
          <w:szCs w:val="28"/>
        </w:rPr>
        <w:t>202</w:t>
      </w:r>
      <w:r w:rsidR="008401F5" w:rsidRPr="003674E8">
        <w:rPr>
          <w:b w:val="0"/>
          <w:sz w:val="28"/>
          <w:szCs w:val="28"/>
        </w:rPr>
        <w:t>5</w:t>
      </w:r>
      <w:r w:rsidR="00085A6F" w:rsidRPr="003674E8">
        <w:rPr>
          <w:b w:val="0"/>
          <w:sz w:val="28"/>
          <w:szCs w:val="28"/>
        </w:rPr>
        <w:t xml:space="preserve"> року о 1</w:t>
      </w:r>
      <w:r w:rsidR="004B5A76" w:rsidRPr="003674E8">
        <w:rPr>
          <w:b w:val="0"/>
          <w:sz w:val="28"/>
          <w:szCs w:val="28"/>
        </w:rPr>
        <w:t>0</w:t>
      </w:r>
      <w:r w:rsidR="00085A6F" w:rsidRPr="003674E8">
        <w:rPr>
          <w:b w:val="0"/>
          <w:sz w:val="28"/>
          <w:szCs w:val="28"/>
        </w:rPr>
        <w:t xml:space="preserve"> годині засідання </w:t>
      </w:r>
      <w:r w:rsidR="00085A6F" w:rsidRPr="003674E8">
        <w:rPr>
          <w:b w:val="0"/>
          <w:bCs/>
          <w:sz w:val="28"/>
          <w:szCs w:val="28"/>
        </w:rPr>
        <w:t xml:space="preserve">виконавчого комітету </w:t>
      </w:r>
      <w:r w:rsidR="009C558C" w:rsidRPr="003674E8">
        <w:rPr>
          <w:b w:val="0"/>
          <w:bCs/>
          <w:sz w:val="28"/>
          <w:szCs w:val="28"/>
        </w:rPr>
        <w:t xml:space="preserve">Глухівської </w:t>
      </w:r>
      <w:r w:rsidR="00085A6F" w:rsidRPr="003674E8">
        <w:rPr>
          <w:b w:val="0"/>
          <w:bCs/>
          <w:sz w:val="28"/>
          <w:szCs w:val="28"/>
        </w:rPr>
        <w:t>міської ради</w:t>
      </w:r>
      <w:r w:rsidR="00085A6F" w:rsidRPr="003674E8">
        <w:rPr>
          <w:b w:val="0"/>
          <w:sz w:val="28"/>
          <w:szCs w:val="28"/>
        </w:rPr>
        <w:t xml:space="preserve"> з порядком денним:</w:t>
      </w:r>
    </w:p>
    <w:p w14:paraId="59E11B82" w14:textId="77777777" w:rsidR="002944A1" w:rsidRPr="003674E8" w:rsidRDefault="00192E38" w:rsidP="002944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4E8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  <w:t xml:space="preserve">           </w:t>
      </w:r>
      <w:r w:rsidR="00900CF8"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 Про розгляд звіту про виконання бюджету Глухівської міської територіальної громади за І квартал 2025 року.</w:t>
      </w:r>
    </w:p>
    <w:p w14:paraId="2BE933A7" w14:textId="77777777" w:rsidR="002944A1" w:rsidRPr="003674E8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ab/>
        <w:t>Готує: фінансове управління Глухівської міської ради.</w:t>
      </w:r>
    </w:p>
    <w:p w14:paraId="2C6F56F3" w14:textId="77777777" w:rsidR="002944A1" w:rsidRPr="003674E8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Доповідає: Онищенко Алла Володимирівна – начальник </w:t>
      </w:r>
      <w:r w:rsidR="003B38ED"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фінансового 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>управління Глухівської міської ради.</w:t>
      </w:r>
    </w:p>
    <w:p w14:paraId="4667747B" w14:textId="77777777" w:rsidR="002944A1" w:rsidRPr="003674E8" w:rsidRDefault="003B38ED" w:rsidP="002944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>2. Про внесення змін до рішення виконавчого комітету Глухівської міської ради від 16.12.2021 №343 «Про встановлення тарифів на послуги з перевезення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пасажирів 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автобусних 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маршрутах 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загального 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користування 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>м. Глухова».</w:t>
      </w:r>
    </w:p>
    <w:p w14:paraId="09EC621C" w14:textId="77777777" w:rsidR="002944A1" w:rsidRPr="003674E8" w:rsidRDefault="003B38ED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>Готує: управління соціально-економічного розвитку Глухівської міської ради.</w:t>
      </w:r>
    </w:p>
    <w:p w14:paraId="4C7C9454" w14:textId="77777777" w:rsidR="002944A1" w:rsidRPr="003674E8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Доповідає: </w:t>
      </w:r>
      <w:proofErr w:type="spellStart"/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>Сухоручкіна</w:t>
      </w:r>
      <w:proofErr w:type="spellEnd"/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14:paraId="62533148" w14:textId="77777777" w:rsidR="002944A1" w:rsidRPr="003674E8" w:rsidRDefault="00801A29" w:rsidP="002944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2944A1" w:rsidRPr="003674E8">
        <w:rPr>
          <w:rFonts w:ascii="Times New Roman" w:eastAsia="Times New Roman" w:hAnsi="Times New Roman" w:cs="Times New Roman"/>
          <w:bCs/>
          <w:sz w:val="28"/>
          <w:szCs w:val="28"/>
        </w:rPr>
        <w:t>3. Про надання дозволу на безоплатну передачу майна комунальної власності з балансу на баланс.</w:t>
      </w:r>
    </w:p>
    <w:p w14:paraId="2C967E09" w14:textId="77777777" w:rsidR="002944A1" w:rsidRPr="003674E8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ab/>
        <w:t>Готує: управління соціально-економічного розвитку Глухівської міської ради.</w:t>
      </w:r>
    </w:p>
    <w:p w14:paraId="246DE1CF" w14:textId="77777777" w:rsidR="002944A1" w:rsidRPr="003674E8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Доповідає: </w:t>
      </w:r>
      <w:proofErr w:type="spellStart"/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>Сухоручкіна</w:t>
      </w:r>
      <w:proofErr w:type="spellEnd"/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14:paraId="267C8111" w14:textId="77777777" w:rsidR="002944A1" w:rsidRPr="003674E8" w:rsidRDefault="002944A1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4E8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  <w:tab/>
      </w:r>
      <w:r w:rsidR="00801A29"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4. 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роки.</w:t>
      </w:r>
    </w:p>
    <w:p w14:paraId="11702BDD" w14:textId="77777777" w:rsidR="002944A1" w:rsidRPr="003674E8" w:rsidRDefault="002944A1" w:rsidP="002944A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bCs/>
          <w:color w:val="FF0000"/>
          <w:sz w:val="27"/>
          <w:szCs w:val="27"/>
        </w:rPr>
        <w:tab/>
        <w:t xml:space="preserve">     </w:t>
      </w:r>
      <w:r w:rsidRPr="003674E8">
        <w:rPr>
          <w:rFonts w:ascii="Times New Roman" w:eastAsia="Calibri" w:hAnsi="Times New Roman" w:cs="Times New Roman"/>
          <w:sz w:val="28"/>
          <w:szCs w:val="28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14:paraId="174F8A17" w14:textId="77777777" w:rsidR="002944A1" w:rsidRPr="003674E8" w:rsidRDefault="002944A1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Доповідає: Ткаченко Олексій Олександрович – перший заступник міського голови з питань діяльності виконавчих органів</w:t>
      </w:r>
      <w:r w:rsidR="00801A29"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714ECC" w14:textId="77777777" w:rsidR="002944A1" w:rsidRPr="003674E8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4E8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  <w:tab/>
      </w:r>
      <w:r w:rsidR="001A6468" w:rsidRPr="003674E8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  <w:t xml:space="preserve">  </w:t>
      </w:r>
      <w:r w:rsidR="001A6468"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Pr="003674E8">
        <w:rPr>
          <w:rFonts w:ascii="Times New Roman" w:hAnsi="Times New Roman" w:cs="Times New Roman"/>
          <w:sz w:val="28"/>
          <w:szCs w:val="28"/>
          <w:shd w:val="clear" w:color="auto" w:fill="FFFFFF"/>
        </w:rPr>
        <w:t>Про внесення змін до рішення виконавчого комітету Глухівської міської ради від 20.02.2025 № 42 «Про організацію суспільно корисних робіт в умовах воєнного стану у 2025 році».</w:t>
      </w:r>
    </w:p>
    <w:p w14:paraId="52E8DC06" w14:textId="77777777" w:rsidR="002944A1" w:rsidRPr="003674E8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Готує: управління житлово-комунального господарства та містобудування Глухівської міської ради.</w:t>
      </w:r>
    </w:p>
    <w:p w14:paraId="4A4DABF2" w14:textId="77777777" w:rsidR="002944A1" w:rsidRPr="003674E8" w:rsidRDefault="002944A1" w:rsidP="002944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14:paraId="20CA2D9F" w14:textId="77777777" w:rsidR="002944A1" w:rsidRPr="003674E8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4E8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="001A6468" w:rsidRPr="003674E8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="001A6468" w:rsidRPr="003674E8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6. </w:t>
      </w:r>
      <w:r w:rsidRPr="003674E8">
        <w:rPr>
          <w:rFonts w:ascii="Times New Roman" w:hAnsi="Times New Roman" w:cs="Times New Roman"/>
          <w:sz w:val="28"/>
          <w:szCs w:val="28"/>
          <w:shd w:val="clear" w:color="auto" w:fill="FFFFFF"/>
        </w:rPr>
        <w:t>Про включення квартири до числа службових, надання службового жилого приміщення.</w:t>
      </w:r>
    </w:p>
    <w:p w14:paraId="0744E3EA" w14:textId="77777777" w:rsidR="002944A1" w:rsidRPr="003674E8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Готує: управління житлово-комунального господарства та містобудування Глухівської міської ради.</w:t>
      </w:r>
    </w:p>
    <w:p w14:paraId="78E82F7E" w14:textId="77777777" w:rsidR="002944A1" w:rsidRPr="003674E8" w:rsidRDefault="002944A1" w:rsidP="002944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14:paraId="7E72EA68" w14:textId="77777777" w:rsidR="002944A1" w:rsidRPr="003674E8" w:rsidRDefault="002944A1" w:rsidP="001A646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="001A6468" w:rsidRPr="003674E8">
        <w:rPr>
          <w:rFonts w:ascii="Times New Roman" w:eastAsia="Times New Roman" w:hAnsi="Times New Roman" w:cs="Times New Roman"/>
          <w:bCs/>
          <w:sz w:val="28"/>
          <w:szCs w:val="28"/>
        </w:rPr>
        <w:t>1.7.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>Про взяття на квартирний облік громадян, які потребують поліпшення житлових умов, надання житла, надання приміщень для розширення житла.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14:paraId="19979EE1" w14:textId="77777777" w:rsidR="002944A1" w:rsidRPr="003674E8" w:rsidRDefault="002944A1" w:rsidP="002944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A6468"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14:paraId="68B6E465" w14:textId="77777777" w:rsidR="002944A1" w:rsidRPr="003674E8" w:rsidRDefault="002944A1" w:rsidP="002944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4E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1A6468"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 Про внесення змін до комплексної Програми для пільгових категорій населення Глухівської міської ради на 2021-2025 роки в новій редакції.</w:t>
      </w:r>
    </w:p>
    <w:p w14:paraId="4B64DB8B" w14:textId="77777777" w:rsidR="002944A1" w:rsidRPr="003674E8" w:rsidRDefault="002944A1" w:rsidP="002944A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Готує: управління соціального захисту населення Глухівської міської ради.</w:t>
      </w:r>
    </w:p>
    <w:p w14:paraId="77475010" w14:textId="77777777" w:rsidR="002944A1" w:rsidRPr="003674E8" w:rsidRDefault="002944A1" w:rsidP="002944A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Доповідає: Попова Зінаїда Олександрівна – в.о. начальника управління соціального захисту населення Глухівської міської ради.</w:t>
      </w:r>
    </w:p>
    <w:p w14:paraId="05D77D96" w14:textId="77777777" w:rsidR="002944A1" w:rsidRPr="003674E8" w:rsidRDefault="002944A1" w:rsidP="002944A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1A6468"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1.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9. Про надання одноразової грошової допомоги.</w:t>
      </w:r>
    </w:p>
    <w:p w14:paraId="36F99C10" w14:textId="77777777" w:rsidR="002944A1" w:rsidRPr="003674E8" w:rsidRDefault="002944A1" w:rsidP="002944A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Готує: управління соціального захисту населення Глухівської міської ради.</w:t>
      </w:r>
    </w:p>
    <w:p w14:paraId="20E4F0F9" w14:textId="77777777" w:rsidR="002944A1" w:rsidRPr="003674E8" w:rsidRDefault="002944A1" w:rsidP="002944A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Доповідає: Попова Зінаїда Олександрівна – в.о. начальника управління соціального захисту населення Глухівської міської ради.</w:t>
      </w:r>
    </w:p>
    <w:p w14:paraId="09FD4E29" w14:textId="77777777" w:rsidR="002944A1" w:rsidRPr="003674E8" w:rsidRDefault="002944A1" w:rsidP="002944A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74E8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A6468" w:rsidRPr="003674E8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</w:rPr>
        <w:t>10. Про надання статусу дитини, яка постраждала внаслідок воєнних дій та збройних конфліктів.</w:t>
      </w:r>
    </w:p>
    <w:p w14:paraId="55AC3C3B" w14:textId="77777777" w:rsidR="002944A1" w:rsidRPr="003674E8" w:rsidRDefault="002944A1" w:rsidP="002944A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ab/>
        <w:t>Готує: Служба у справах дітей Глухівської міської ради.</w:t>
      </w:r>
    </w:p>
    <w:p w14:paraId="4B8F8C42" w14:textId="77777777" w:rsidR="002944A1" w:rsidRPr="003674E8" w:rsidRDefault="002944A1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  <w:r w:rsidRPr="003674E8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Доповідає: Галушка Ірина Юріївна – начальник Служби у справах дітей Глухівської міської ради.</w:t>
      </w:r>
    </w:p>
    <w:p w14:paraId="5D049E3C" w14:textId="77777777" w:rsidR="002944A1" w:rsidRPr="003674E8" w:rsidRDefault="002944A1" w:rsidP="002944A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674E8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  <w:t xml:space="preserve"> </w:t>
      </w:r>
      <w:r w:rsidR="001A6468"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11. 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погодження перейменування вулиці.</w:t>
      </w:r>
    </w:p>
    <w:p w14:paraId="153750F8" w14:textId="77777777" w:rsidR="002944A1" w:rsidRPr="003674E8" w:rsidRDefault="002944A1" w:rsidP="002944A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Готує: відділ архітектури та містобудування Глухівської міської ради.</w:t>
      </w:r>
    </w:p>
    <w:p w14:paraId="062A0686" w14:textId="77777777" w:rsidR="002944A1" w:rsidRPr="003674E8" w:rsidRDefault="002944A1" w:rsidP="002944A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Доповідає: </w:t>
      </w:r>
      <w:proofErr w:type="spellStart"/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Хренов</w:t>
      </w:r>
      <w:proofErr w:type="spellEnd"/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14:paraId="154900A6" w14:textId="77777777" w:rsidR="002944A1" w:rsidRPr="003674E8" w:rsidRDefault="002944A1" w:rsidP="002944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674E8">
        <w:rPr>
          <w:rFonts w:ascii="Times New Roman" w:eastAsia="Times New Roman" w:hAnsi="Times New Roman" w:cs="Times New Roman"/>
          <w:color w:val="FF0000"/>
          <w:sz w:val="28"/>
          <w:szCs w:val="27"/>
          <w:lang w:eastAsia="ru-RU"/>
        </w:rPr>
        <w:tab/>
      </w:r>
      <w:r w:rsidR="001A6468" w:rsidRPr="003674E8">
        <w:rPr>
          <w:rFonts w:ascii="Times New Roman" w:eastAsia="Times New Roman" w:hAnsi="Times New Roman" w:cs="Times New Roman"/>
          <w:sz w:val="28"/>
          <w:szCs w:val="27"/>
          <w:lang w:eastAsia="ru-RU"/>
        </w:rPr>
        <w:t>1.</w:t>
      </w:r>
      <w:r w:rsidRPr="003674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12. 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надання компенсацій на відновлення  пошкоджених об’єктів. </w:t>
      </w:r>
    </w:p>
    <w:p w14:paraId="2CAA9C19" w14:textId="77777777" w:rsidR="002944A1" w:rsidRPr="003674E8" w:rsidRDefault="002944A1" w:rsidP="002944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Готує: відділ архітектури та містобудування Глухівської міської ради.</w:t>
      </w:r>
    </w:p>
    <w:p w14:paraId="283342FA" w14:textId="77777777" w:rsidR="002944A1" w:rsidRPr="003674E8" w:rsidRDefault="002944A1" w:rsidP="002944A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Доповідає: </w:t>
      </w:r>
      <w:proofErr w:type="spellStart"/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Хренов</w:t>
      </w:r>
      <w:proofErr w:type="spellEnd"/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14:paraId="519D26C5" w14:textId="77777777" w:rsidR="002944A1" w:rsidRPr="003674E8" w:rsidRDefault="002944A1" w:rsidP="002944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A6468"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відмову у компенсації на відновлення пошкодженого об’єкту.    </w:t>
      </w:r>
    </w:p>
    <w:p w14:paraId="14E52504" w14:textId="77777777" w:rsidR="002944A1" w:rsidRPr="003674E8" w:rsidRDefault="002944A1" w:rsidP="002944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Готує: відділ архітектури та містобудування Глухівської міської ради.</w:t>
      </w:r>
    </w:p>
    <w:p w14:paraId="35C9CEF0" w14:textId="77777777" w:rsidR="002944A1" w:rsidRPr="003674E8" w:rsidRDefault="002944A1" w:rsidP="002944A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Доповідає: </w:t>
      </w:r>
      <w:proofErr w:type="spellStart"/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Хренов</w:t>
      </w:r>
      <w:proofErr w:type="spellEnd"/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14:paraId="1A14A7C7" w14:textId="77777777" w:rsidR="002944A1" w:rsidRPr="003674E8" w:rsidRDefault="002944A1" w:rsidP="002944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4E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A6468" w:rsidRPr="003674E8">
        <w:rPr>
          <w:rFonts w:ascii="Times New Roman" w:hAnsi="Times New Roman" w:cs="Times New Roman"/>
          <w:bCs/>
          <w:sz w:val="28"/>
          <w:szCs w:val="28"/>
        </w:rPr>
        <w:t>1.</w:t>
      </w:r>
      <w:r w:rsidRPr="003674E8">
        <w:rPr>
          <w:rFonts w:ascii="Times New Roman" w:hAnsi="Times New Roman" w:cs="Times New Roman"/>
          <w:bCs/>
          <w:sz w:val="28"/>
          <w:szCs w:val="28"/>
        </w:rPr>
        <w:t xml:space="preserve">14. </w:t>
      </w:r>
      <w:r w:rsidRPr="003674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виконання плану роботи виконавчого комітету Глухівської міської ради за І квартал 2025 року.</w:t>
      </w:r>
    </w:p>
    <w:p w14:paraId="257547EC" w14:textId="77777777" w:rsidR="002944A1" w:rsidRPr="003674E8" w:rsidRDefault="002944A1" w:rsidP="002944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4E8">
        <w:rPr>
          <w:rFonts w:ascii="Times New Roman" w:hAnsi="Times New Roman" w:cs="Times New Roman"/>
          <w:sz w:val="28"/>
          <w:szCs w:val="28"/>
        </w:rPr>
        <w:t xml:space="preserve">           Готує: організаційно-контрольний відділ апарату міської ради та її виконавчого комітету Глухівської міської ради. </w:t>
      </w:r>
    </w:p>
    <w:p w14:paraId="1F54FF47" w14:textId="77777777" w:rsidR="002944A1" w:rsidRPr="003674E8" w:rsidRDefault="002944A1" w:rsidP="002944A1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674E8">
        <w:rPr>
          <w:rFonts w:ascii="Times New Roman" w:hAnsi="Times New Roman" w:cs="Times New Roman"/>
          <w:sz w:val="28"/>
          <w:szCs w:val="28"/>
        </w:rPr>
        <w:t xml:space="preserve">   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14:paraId="1AD218C4" w14:textId="77777777" w:rsidR="002944A1" w:rsidRPr="003674E8" w:rsidRDefault="002944A1" w:rsidP="002944A1">
      <w:pPr>
        <w:pStyle w:val="a5"/>
        <w:widowControl w:val="0"/>
        <w:ind w:right="28"/>
        <w:rPr>
          <w:szCs w:val="28"/>
        </w:rPr>
      </w:pPr>
      <w:r w:rsidRPr="003674E8">
        <w:rPr>
          <w:bCs/>
          <w:szCs w:val="28"/>
        </w:rPr>
        <w:t xml:space="preserve">           </w:t>
      </w:r>
      <w:r w:rsidR="001A6468" w:rsidRPr="003674E8">
        <w:rPr>
          <w:bCs/>
          <w:szCs w:val="28"/>
        </w:rPr>
        <w:t>1.</w:t>
      </w:r>
      <w:r w:rsidRPr="003674E8">
        <w:rPr>
          <w:bCs/>
          <w:szCs w:val="28"/>
        </w:rPr>
        <w:t>1</w:t>
      </w:r>
      <w:r w:rsidRPr="003674E8">
        <w:rPr>
          <w:bCs/>
          <w:szCs w:val="28"/>
          <w:lang w:eastAsia="uk-UA"/>
        </w:rPr>
        <w:t xml:space="preserve">5. </w:t>
      </w:r>
      <w:r w:rsidRPr="003674E8">
        <w:rPr>
          <w:szCs w:val="28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14:paraId="090CE61B" w14:textId="77777777" w:rsidR="002944A1" w:rsidRPr="003674E8" w:rsidRDefault="002944A1" w:rsidP="002944A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74E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3674E8">
        <w:rPr>
          <w:rFonts w:ascii="Times New Roman" w:eastAsia="Calibri" w:hAnsi="Times New Roman" w:cs="Times New Roman"/>
          <w:sz w:val="28"/>
          <w:szCs w:val="28"/>
        </w:rPr>
        <w:t>Готує: організаційно-контрольний відділ апарату Глухівської міської ради та її виконавчого комітету.</w:t>
      </w:r>
    </w:p>
    <w:p w14:paraId="4EE4578D" w14:textId="77777777" w:rsidR="002944A1" w:rsidRPr="003674E8" w:rsidRDefault="002944A1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7"/>
          <w:szCs w:val="27"/>
          <w:lang w:eastAsia="uk-UA"/>
        </w:rPr>
      </w:pPr>
      <w:r w:rsidRPr="0036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Доповідає: Бондарева Тетяна Василівна – начальник </w:t>
      </w:r>
      <w:r w:rsidRPr="003674E8">
        <w:rPr>
          <w:rFonts w:ascii="Times New Roman" w:eastAsia="Calibri" w:hAnsi="Times New Roman" w:cs="Times New Roman"/>
          <w:sz w:val="28"/>
          <w:szCs w:val="28"/>
        </w:rPr>
        <w:t>організаційно-контрольного відділу апарату Глухівської міської ради та її виконавчого комітету.</w:t>
      </w:r>
    </w:p>
    <w:p w14:paraId="28FF897A" w14:textId="77777777" w:rsidR="00EB2AE1" w:rsidRPr="003674E8" w:rsidRDefault="002F5B48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74E8">
        <w:rPr>
          <w:lang w:eastAsia="ru-RU"/>
        </w:rPr>
        <w:tab/>
      </w:r>
      <w:r w:rsidR="00597481" w:rsidRPr="003674E8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B84818" w:rsidRPr="003674E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B2C58" w:rsidRPr="003674E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597481" w:rsidRPr="003674E8">
        <w:rPr>
          <w:rFonts w:ascii="Times New Roman" w:hAnsi="Times New Roman" w:cs="Times New Roman"/>
          <w:sz w:val="28"/>
          <w:szCs w:val="28"/>
          <w:lang w:eastAsia="ru-RU"/>
        </w:rPr>
        <w:t>. Інші питання.</w:t>
      </w:r>
      <w:r w:rsidR="00692BC9" w:rsidRPr="003674E8">
        <w:rPr>
          <w:rFonts w:ascii="Times New Roman" w:hAnsi="Times New Roman" w:cs="Times New Roman"/>
          <w:sz w:val="28"/>
          <w:szCs w:val="28"/>
        </w:rPr>
        <w:tab/>
      </w:r>
    </w:p>
    <w:p w14:paraId="6E49CB35" w14:textId="77777777" w:rsidR="008A1A30" w:rsidRPr="003674E8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4E8">
        <w:rPr>
          <w:rFonts w:ascii="Times New Roman" w:hAnsi="Times New Roman" w:cs="Times New Roman"/>
          <w:sz w:val="28"/>
          <w:szCs w:val="28"/>
        </w:rPr>
        <w:t xml:space="preserve">   </w:t>
      </w:r>
      <w:r w:rsidR="00EB2AE1" w:rsidRPr="003674E8">
        <w:rPr>
          <w:rFonts w:ascii="Times New Roman" w:hAnsi="Times New Roman" w:cs="Times New Roman"/>
          <w:sz w:val="28"/>
          <w:szCs w:val="28"/>
        </w:rPr>
        <w:t xml:space="preserve"> </w:t>
      </w:r>
      <w:r w:rsidRPr="003674E8">
        <w:rPr>
          <w:rFonts w:ascii="Times New Roman" w:hAnsi="Times New Roman" w:cs="Times New Roman"/>
          <w:sz w:val="28"/>
          <w:szCs w:val="28"/>
        </w:rPr>
        <w:t xml:space="preserve"> </w:t>
      </w:r>
      <w:r w:rsidR="00085A6F" w:rsidRPr="003674E8">
        <w:rPr>
          <w:rFonts w:ascii="Times New Roman" w:hAnsi="Times New Roman" w:cs="Times New Roman"/>
          <w:sz w:val="28"/>
          <w:szCs w:val="28"/>
        </w:rPr>
        <w:t xml:space="preserve">2. Контроль за організацією виконання цього розпорядження покласти на </w:t>
      </w:r>
      <w:r w:rsidR="00E4205A" w:rsidRPr="003674E8">
        <w:rPr>
          <w:rFonts w:ascii="Times New Roman" w:hAnsi="Times New Roman" w:cs="Times New Roman"/>
          <w:sz w:val="28"/>
          <w:szCs w:val="28"/>
        </w:rPr>
        <w:t>керуючого справами виконавчого комітету міської ради Терещенко І.І.</w:t>
      </w:r>
    </w:p>
    <w:p w14:paraId="2005B1CF" w14:textId="77777777" w:rsidR="00157897" w:rsidRPr="003674E8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14:paraId="158307ED" w14:textId="77777777" w:rsidR="000E29CC" w:rsidRPr="003674E8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14:paraId="5ED3CBA3" w14:textId="77777777" w:rsidR="00512168" w:rsidRPr="003674E8" w:rsidRDefault="002944A1" w:rsidP="005D2F4D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E8">
        <w:rPr>
          <w:rFonts w:ascii="Times New Roman" w:hAnsi="Times New Roman" w:cs="Times New Roman"/>
          <w:b/>
          <w:spacing w:val="-7"/>
          <w:sz w:val="28"/>
          <w:szCs w:val="28"/>
        </w:rPr>
        <w:t>Міський голова</w:t>
      </w:r>
      <w:r w:rsidRPr="003674E8">
        <w:rPr>
          <w:rFonts w:ascii="Times New Roman" w:hAnsi="Times New Roman" w:cs="Times New Roman"/>
          <w:b/>
          <w:spacing w:val="-7"/>
          <w:sz w:val="28"/>
          <w:szCs w:val="28"/>
        </w:rPr>
        <w:tab/>
        <w:t>Надія ВАЙЛО</w:t>
      </w:r>
    </w:p>
    <w:sectPr w:rsidR="00512168" w:rsidRPr="003674E8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08423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9316757">
    <w:abstractNumId w:val="10"/>
  </w:num>
  <w:num w:numId="3" w16cid:durableId="192348851">
    <w:abstractNumId w:val="7"/>
  </w:num>
  <w:num w:numId="4" w16cid:durableId="1663973252">
    <w:abstractNumId w:val="5"/>
  </w:num>
  <w:num w:numId="5" w16cid:durableId="8801541">
    <w:abstractNumId w:val="0"/>
  </w:num>
  <w:num w:numId="6" w16cid:durableId="557783239">
    <w:abstractNumId w:val="3"/>
  </w:num>
  <w:num w:numId="7" w16cid:durableId="1808862666">
    <w:abstractNumId w:val="4"/>
  </w:num>
  <w:num w:numId="8" w16cid:durableId="275061815">
    <w:abstractNumId w:val="1"/>
  </w:num>
  <w:num w:numId="9" w16cid:durableId="1728337830">
    <w:abstractNumId w:val="9"/>
  </w:num>
  <w:num w:numId="10" w16cid:durableId="1425492321">
    <w:abstractNumId w:val="8"/>
  </w:num>
  <w:num w:numId="11" w16cid:durableId="58592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23C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E0F"/>
    <w:rsid w:val="001F69B2"/>
    <w:rsid w:val="00207B06"/>
    <w:rsid w:val="00213C61"/>
    <w:rsid w:val="00214926"/>
    <w:rsid w:val="002241F6"/>
    <w:rsid w:val="00227771"/>
    <w:rsid w:val="00231C7F"/>
    <w:rsid w:val="00232C05"/>
    <w:rsid w:val="00237A36"/>
    <w:rsid w:val="00250D23"/>
    <w:rsid w:val="00255175"/>
    <w:rsid w:val="0025546F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2ED8"/>
    <w:rsid w:val="002A32CC"/>
    <w:rsid w:val="002A37A5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98A"/>
    <w:rsid w:val="00360BD0"/>
    <w:rsid w:val="003645DD"/>
    <w:rsid w:val="003674E8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05BC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2F4D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1A29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BD0"/>
    <w:rsid w:val="00A27C0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3770"/>
    <w:rsid w:val="00B96714"/>
    <w:rsid w:val="00B96796"/>
    <w:rsid w:val="00BA05C8"/>
    <w:rsid w:val="00BA16F8"/>
    <w:rsid w:val="00BA2D6A"/>
    <w:rsid w:val="00BA324C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B5B56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77EB4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  <w:rPr>
      <w:lang w:val="uk-UA"/>
    </w:rPr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~WRL0003.tmp</Template>
  <TotalTime>2</TotalTime>
  <Pages>1</Pages>
  <Words>3853</Words>
  <Characters>2197</Characters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2025-04-18T10:03:00Z</cp:lastPrinted>
  <dcterms:created xsi:type="dcterms:W3CDTF">2025-04-18T10:48:00Z</dcterms:created>
  <dcterms:modified xsi:type="dcterms:W3CDTF">2025-04-21T10:16:00Z</dcterms:modified>
</cp:coreProperties>
</file>